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349584DF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0BA8">
        <w:rPr>
          <w:rFonts w:ascii="Corbel" w:hAnsi="Corbel"/>
          <w:i/>
          <w:smallCaps/>
          <w:sz w:val="24"/>
          <w:szCs w:val="24"/>
        </w:rPr>
        <w:t>2022-2025</w:t>
      </w:r>
    </w:p>
    <w:p w14:paraId="364248F9" w14:textId="5DC01555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720BA8">
        <w:rPr>
          <w:rFonts w:ascii="Corbel" w:hAnsi="Corbel"/>
          <w:sz w:val="20"/>
          <w:szCs w:val="20"/>
        </w:rPr>
        <w:t>4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720BA8">
        <w:rPr>
          <w:rFonts w:ascii="Corbel" w:hAnsi="Corbel"/>
          <w:sz w:val="20"/>
          <w:szCs w:val="20"/>
        </w:rPr>
        <w:t>5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3E69139D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0E370C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2749CDF7" w:rsidR="004D1026" w:rsidRPr="009C54AE" w:rsidRDefault="00702C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F97BB5" w14:textId="39B68E85" w:rsidR="00706416" w:rsidRDefault="00716B2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163AB8" w:rsidRPr="009C54AE">
        <w:rPr>
          <w:rFonts w:ascii="Corbel" w:hAnsi="Corbel"/>
          <w:b w:val="0"/>
          <w:smallCaps w:val="0"/>
          <w:szCs w:val="24"/>
        </w:rPr>
        <w:t>gzamin</w:t>
      </w:r>
    </w:p>
    <w:p w14:paraId="5916A9B7" w14:textId="77777777" w:rsidR="00716B2A" w:rsidRDefault="00716B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41B6601" w:rsidR="00F353AC" w:rsidRPr="007402E9" w:rsidRDefault="0021616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871E9"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CE197E2" w:rsidR="00F353AC" w:rsidRPr="007402E9" w:rsidRDefault="0021616A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48EF734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3B424F8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515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47BB685F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F52D22B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C3B60" w14:textId="77777777" w:rsidR="006640F4" w:rsidRDefault="006640F4" w:rsidP="00C16ABF">
      <w:pPr>
        <w:spacing w:after="0" w:line="240" w:lineRule="auto"/>
      </w:pPr>
      <w:r>
        <w:separator/>
      </w:r>
    </w:p>
  </w:endnote>
  <w:endnote w:type="continuationSeparator" w:id="0">
    <w:p w14:paraId="126CD177" w14:textId="77777777" w:rsidR="006640F4" w:rsidRDefault="006640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76F36" w14:textId="77777777" w:rsidR="006640F4" w:rsidRDefault="006640F4" w:rsidP="00C16ABF">
      <w:pPr>
        <w:spacing w:after="0" w:line="240" w:lineRule="auto"/>
      </w:pPr>
      <w:r>
        <w:separator/>
      </w:r>
    </w:p>
  </w:footnote>
  <w:footnote w:type="continuationSeparator" w:id="0">
    <w:p w14:paraId="53CA74A8" w14:textId="77777777" w:rsidR="006640F4" w:rsidRDefault="006640F4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521288">
    <w:abstractNumId w:val="10"/>
  </w:num>
  <w:num w:numId="2" w16cid:durableId="463158954">
    <w:abstractNumId w:val="5"/>
  </w:num>
  <w:num w:numId="3" w16cid:durableId="1516648149">
    <w:abstractNumId w:val="2"/>
  </w:num>
  <w:num w:numId="4" w16cid:durableId="1604724809">
    <w:abstractNumId w:val="1"/>
  </w:num>
  <w:num w:numId="5" w16cid:durableId="728917354">
    <w:abstractNumId w:val="9"/>
  </w:num>
  <w:num w:numId="6" w16cid:durableId="485247457">
    <w:abstractNumId w:val="8"/>
  </w:num>
  <w:num w:numId="7" w16cid:durableId="1000036005">
    <w:abstractNumId w:val="7"/>
  </w:num>
  <w:num w:numId="8" w16cid:durableId="1126777013">
    <w:abstractNumId w:val="6"/>
  </w:num>
  <w:num w:numId="9" w16cid:durableId="1191650656">
    <w:abstractNumId w:val="4"/>
  </w:num>
  <w:num w:numId="10" w16cid:durableId="794566004">
    <w:abstractNumId w:val="0"/>
  </w:num>
  <w:num w:numId="11" w16cid:durableId="34062169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E9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E370C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3AB8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F62"/>
    <w:rsid w:val="001F75B1"/>
    <w:rsid w:val="002144C0"/>
    <w:rsid w:val="00215FA7"/>
    <w:rsid w:val="0021616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515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0F4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2CFB"/>
    <w:rsid w:val="00706416"/>
    <w:rsid w:val="00706544"/>
    <w:rsid w:val="007072BA"/>
    <w:rsid w:val="007121DA"/>
    <w:rsid w:val="0071620A"/>
    <w:rsid w:val="00716B2A"/>
    <w:rsid w:val="00720BA8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7F704A"/>
    <w:rsid w:val="0081554D"/>
    <w:rsid w:val="0081707E"/>
    <w:rsid w:val="00822276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51B68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D2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D61"/>
    <w:rsid w:val="00FB7DBA"/>
    <w:rsid w:val="00FC1C25"/>
    <w:rsid w:val="00FC3F45"/>
    <w:rsid w:val="00FC6C0C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82D56-8C34-48AF-A932-3B2ABB4B5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10D88-32D4-4BFF-83B4-6F2D52BEF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16</cp:revision>
  <cp:lastPrinted>2019-02-06T12:12:00Z</cp:lastPrinted>
  <dcterms:created xsi:type="dcterms:W3CDTF">2020-12-16T09:57:00Z</dcterms:created>
  <dcterms:modified xsi:type="dcterms:W3CDTF">2022-05-31T16:30:00Z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